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3743E59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946F0F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4906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E8640B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E8640B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E8640B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E8640B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E8640B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84EBE"/>
    <w:rsid w:val="001C22B6"/>
    <w:rsid w:val="001D1311"/>
    <w:rsid w:val="00207DF5"/>
    <w:rsid w:val="00216C0D"/>
    <w:rsid w:val="00244F8A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65FB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46F0F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8640B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294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7</cp:revision>
  <cp:lastPrinted>2017-11-28T17:18:00Z</cp:lastPrinted>
  <dcterms:created xsi:type="dcterms:W3CDTF">2024-01-25T09:32:00Z</dcterms:created>
  <dcterms:modified xsi:type="dcterms:W3CDTF">2024-08-19T09:04:00Z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